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6126E1" w:rsidRDefault="00545E59" w:rsidP="00545E59">
      <w:pPr>
        <w:pStyle w:val="Nadpis2"/>
        <w:jc w:val="center"/>
        <w:rPr>
          <w:rFonts w:ascii="Times New Roman" w:hAnsi="Times New Roman" w:cs="Times New Roman"/>
          <w:i w:val="0"/>
          <w:sz w:val="25"/>
          <w:szCs w:val="25"/>
        </w:rPr>
      </w:pPr>
      <w:r w:rsidRPr="006126E1">
        <w:rPr>
          <w:rFonts w:ascii="Times New Roman" w:hAnsi="Times New Roman" w:cs="Times New Roman"/>
          <w:i w:val="0"/>
          <w:sz w:val="25"/>
          <w:szCs w:val="25"/>
        </w:rPr>
        <w:t>C</w:t>
      </w:r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>yklostezka ul. Nečasova</w:t>
      </w:r>
      <w:r w:rsidR="006126E1" w:rsidRPr="006126E1">
        <w:rPr>
          <w:rFonts w:ascii="Times New Roman" w:hAnsi="Times New Roman" w:cs="Times New Roman"/>
          <w:i w:val="0"/>
          <w:sz w:val="25"/>
          <w:szCs w:val="25"/>
        </w:rPr>
        <w:t xml:space="preserve"> - ul. Žďárská</w:t>
      </w:r>
      <w:r w:rsidR="003B68B2" w:rsidRPr="006126E1">
        <w:rPr>
          <w:rFonts w:ascii="Times New Roman" w:hAnsi="Times New Roman" w:cs="Times New Roman"/>
          <w:i w:val="0"/>
          <w:sz w:val="25"/>
          <w:szCs w:val="25"/>
        </w:rPr>
        <w:t xml:space="preserve">, Nové Město na Moravě – </w:t>
      </w:r>
      <w:r w:rsidR="006126E1" w:rsidRPr="006126E1">
        <w:rPr>
          <w:rFonts w:ascii="Times New Roman" w:hAnsi="Times New Roman" w:cs="Times New Roman"/>
          <w:i w:val="0"/>
          <w:sz w:val="25"/>
          <w:szCs w:val="25"/>
        </w:rPr>
        <w:t>úsek „</w:t>
      </w:r>
      <w:r w:rsidR="003360D1">
        <w:rPr>
          <w:rFonts w:ascii="Times New Roman" w:hAnsi="Times New Roman" w:cs="Times New Roman"/>
          <w:i w:val="0"/>
          <w:sz w:val="25"/>
          <w:szCs w:val="25"/>
        </w:rPr>
        <w:t>A</w:t>
      </w:r>
      <w:r w:rsidR="006126E1" w:rsidRPr="006126E1">
        <w:rPr>
          <w:rFonts w:ascii="Times New Roman" w:hAnsi="Times New Roman" w:cs="Times New Roman"/>
          <w:i w:val="0"/>
          <w:sz w:val="25"/>
          <w:szCs w:val="25"/>
        </w:rPr>
        <w:t>“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68B" w:rsidRDefault="0084668B">
      <w:r>
        <w:separator/>
      </w:r>
    </w:p>
  </w:endnote>
  <w:endnote w:type="continuationSeparator" w:id="0">
    <w:p w:rsidR="0084668B" w:rsidRDefault="0084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5C678F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5C678F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5ED8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>TDS C</w:t>
    </w:r>
    <w:r w:rsidR="003B68B2">
      <w:rPr>
        <w:sz w:val="20"/>
        <w:szCs w:val="20"/>
      </w:rPr>
      <w:t>yklostezka Nečasova</w:t>
    </w:r>
    <w:r w:rsidR="006126E1">
      <w:rPr>
        <w:sz w:val="20"/>
        <w:szCs w:val="20"/>
      </w:rPr>
      <w:t xml:space="preserve"> - Žďárská – </w:t>
    </w:r>
    <w:proofErr w:type="spellStart"/>
    <w:r w:rsidR="006126E1">
      <w:rPr>
        <w:sz w:val="20"/>
        <w:szCs w:val="20"/>
      </w:rPr>
      <w:t>ús</w:t>
    </w:r>
    <w:proofErr w:type="spellEnd"/>
    <w:r w:rsidR="006126E1">
      <w:rPr>
        <w:sz w:val="20"/>
        <w:szCs w:val="20"/>
      </w:rPr>
      <w:t xml:space="preserve">. </w:t>
    </w:r>
    <w:r w:rsidR="003360D1">
      <w:rPr>
        <w:sz w:val="20"/>
        <w:szCs w:val="20"/>
      </w:rPr>
      <w:t>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68B" w:rsidRDefault="0084668B">
      <w:r>
        <w:separator/>
      </w:r>
    </w:p>
  </w:footnote>
  <w:footnote w:type="continuationSeparator" w:id="0">
    <w:p w:rsidR="0084668B" w:rsidRDefault="008466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6C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12A77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1F4082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0D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C678F"/>
    <w:rsid w:val="005D06A7"/>
    <w:rsid w:val="005D2795"/>
    <w:rsid w:val="005D2B70"/>
    <w:rsid w:val="005E2D36"/>
    <w:rsid w:val="005E4D50"/>
    <w:rsid w:val="005F0021"/>
    <w:rsid w:val="005F5A43"/>
    <w:rsid w:val="005F73B6"/>
    <w:rsid w:val="00600683"/>
    <w:rsid w:val="0060127C"/>
    <w:rsid w:val="00610FB4"/>
    <w:rsid w:val="006126E1"/>
    <w:rsid w:val="00612DE2"/>
    <w:rsid w:val="0061786C"/>
    <w:rsid w:val="00620416"/>
    <w:rsid w:val="00620A15"/>
    <w:rsid w:val="00625381"/>
    <w:rsid w:val="00625838"/>
    <w:rsid w:val="00625ED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553C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4668B"/>
    <w:rsid w:val="0085206A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94435"/>
    <w:rsid w:val="008A022A"/>
    <w:rsid w:val="008A058A"/>
    <w:rsid w:val="008A13FF"/>
    <w:rsid w:val="008A1856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1B12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3F6D"/>
    <w:rsid w:val="00A55958"/>
    <w:rsid w:val="00A6570F"/>
    <w:rsid w:val="00A66ABF"/>
    <w:rsid w:val="00A66D10"/>
    <w:rsid w:val="00A71493"/>
    <w:rsid w:val="00A7440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2C1F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6F4D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36FA0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0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2</cp:revision>
  <cp:lastPrinted>2013-04-22T13:00:00Z</cp:lastPrinted>
  <dcterms:created xsi:type="dcterms:W3CDTF">2024-11-21T09:52:00Z</dcterms:created>
  <dcterms:modified xsi:type="dcterms:W3CDTF">2024-11-21T09:52:00Z</dcterms:modified>
</cp:coreProperties>
</file>